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-1137920</wp:posOffset>
                </wp:positionH>
                <wp:positionV relativeFrom="paragraph">
                  <wp:posOffset>-918845</wp:posOffset>
                </wp:positionV>
                <wp:extent cx="7651115" cy="11043920"/>
                <wp:effectExtent l="0" t="0" r="6985" b="5080"/>
                <wp:wrapNone/>
                <wp:docPr id="295" name="矩形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1115" cy="11043920"/>
                        </a:xfrm>
                        <a:prstGeom prst="rect">
                          <a:avLst/>
                        </a:prstGeom>
                        <a:solidFill>
                          <a:srgbClr val="DD2D21">
                            <a:alpha val="1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6pt;margin-top:-72.35pt;height:869.6pt;width:602.45pt;z-index:251609088;v-text-anchor:middle;mso-width-relative:page;mso-height-relative:page;" fillcolor="#DD2D21" filled="t" stroked="f" coordsize="21600,21600" o:gfxdata="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D94lWXZAAAADwEA&#10;AA8AAAAAAAAAAQAgAAAAIgAAAGRycy9kb3ducmV2LnhtbFBLAQIUABQAAAAIAIdO4kC2r71gUgIA&#10;AHQEAAAOAAAAAAAAAAEAIAAAACgBAABkcnMvZTJvRG9jLnhtbFBLBQYAAAAABgAGAFkBAADsBQAA&#10;AAA=&#10;">
                <v:fill on="t" opacity="6553f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7826375</wp:posOffset>
                </wp:positionV>
                <wp:extent cx="2624455" cy="945515"/>
                <wp:effectExtent l="0" t="0" r="0" b="0"/>
                <wp:wrapNone/>
                <wp:docPr id="30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4364" cy="945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napToGrid w:val="0"/>
                              <w:spacing w:before="0" w:beforeAutospacing="0" w:after="0" w:afterAutospacing="0" w:line="336" w:lineRule="auto"/>
                            </w:pP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推荐时间：201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月15日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66.55pt;margin-top:616.25pt;height:74.45pt;width:206.65pt;z-index:251615232;mso-width-relative:page;mso-height-relative:page;" filled="f" stroked="f" coordsize="21600,21600" o:gfxdata="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Hc24W2gAAAA0BAAAPAAAA&#10;AAAAAAEAIAAAACIAAABkcnMvZG93bnJldi54bWxQSwECFAAUAAAACACHTuJAuBTedKEBAAASAwAA&#10;DgAAAAAAAAABACAAAAApAQAAZHJzL2Uyb0RvYy54bWxQSwUGAAAAAAYABgBZAQAAP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napToGrid w:val="0"/>
                        <w:spacing w:before="0" w:beforeAutospacing="0" w:after="0" w:afterAutospacing="0" w:line="336" w:lineRule="auto"/>
                      </w:pP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推荐时间：201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月15日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10112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8780145</wp:posOffset>
            </wp:positionV>
            <wp:extent cx="6858000" cy="602615"/>
            <wp:effectExtent l="0" t="0" r="0" b="6985"/>
            <wp:wrapNone/>
            <wp:docPr id="296" name="图片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9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0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11136" behindDoc="0" locked="0" layoutInCell="1" allowOverlap="1">
            <wp:simplePos x="0" y="0"/>
            <wp:positionH relativeFrom="column">
              <wp:posOffset>-585470</wp:posOffset>
            </wp:positionH>
            <wp:positionV relativeFrom="paragraph">
              <wp:posOffset>-226060</wp:posOffset>
            </wp:positionV>
            <wp:extent cx="3805555" cy="795655"/>
            <wp:effectExtent l="0" t="0" r="4445" b="4445"/>
            <wp:wrapNone/>
            <wp:docPr id="297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645" cy="79585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-345440</wp:posOffset>
                </wp:positionV>
                <wp:extent cx="3472180" cy="1177925"/>
                <wp:effectExtent l="0" t="0" r="0" b="3175"/>
                <wp:wrapNone/>
                <wp:docPr id="29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2180" cy="1177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snapToGrid w:val="0"/>
                              <w:spacing w:before="0" w:beforeAutospacing="0" w:after="0" w:afterAutospacing="0" w:line="336" w:lineRule="auto"/>
                            </w:pPr>
                            <w:r>
                              <w:rPr>
                                <w:rFonts w:hint="eastAsia" w:ascii="方正卡通简体" w:eastAsia="方正卡通简体" w:cstheme="minorBidi"/>
                                <w:color w:val="DD2D21"/>
                                <w:kern w:val="24"/>
                                <w:position w:val="1"/>
                                <w:sz w:val="80"/>
                                <w:szCs w:val="80"/>
                              </w:rPr>
                              <w:t>老师推荐信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20.55pt;margin-top:-27.2pt;height:92.75pt;width:273.4pt;z-index:251612160;mso-width-relative:page;mso-height-relative:page;" filled="f" stroked="f" coordsize="21600,21600" o:gfxdata="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3ENzXAAAACgEAAA8AAAAAAAAAAQAgAAAAIgAAAGRycy9kb3ducmV2LnhtbFBL&#10;AQIUABQAAAAIAIdO4kBA72vxvgEAAGoDAAAOAAAAAAAAAAEAIAAAACYBAABkcnMvZTJvRG9jLnht&#10;bFBLBQYAAAAABgAGAFkBAABW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napToGrid w:val="0"/>
                        <w:spacing w:before="0" w:beforeAutospacing="0" w:after="0" w:afterAutospacing="0" w:line="336" w:lineRule="auto"/>
                      </w:pPr>
                      <w:r>
                        <w:rPr>
                          <w:rFonts w:hint="eastAsia" w:ascii="方正卡通简体" w:eastAsia="方正卡通简体" w:cstheme="minorBidi"/>
                          <w:color w:val="DD2D21"/>
                          <w:kern w:val="24"/>
                          <w:position w:val="1"/>
                          <w:sz w:val="80"/>
                          <w:szCs w:val="80"/>
                        </w:rPr>
                        <w:t>老师推荐信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-585470</wp:posOffset>
                </wp:positionH>
                <wp:positionV relativeFrom="paragraph">
                  <wp:posOffset>812800</wp:posOffset>
                </wp:positionV>
                <wp:extent cx="6597650" cy="6496050"/>
                <wp:effectExtent l="0" t="0" r="0" b="0"/>
                <wp:wrapNone/>
                <wp:docPr id="299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7650" cy="649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napToGrid w:val="0"/>
                              <w:spacing w:before="0" w:beforeAutospacing="0" w:after="0" w:afterAutospacing="0" w:line="336" w:lineRule="auto"/>
                            </w:pP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尊敬的贵校领导：</w:t>
                            </w:r>
                          </w:p>
                          <w:p>
                            <w:pPr>
                              <w:pStyle w:val="4"/>
                              <w:snapToGrid w:val="0"/>
                              <w:spacing w:before="0" w:beforeAutospacing="0" w:after="0" w:afterAutospacing="0" w:line="336" w:lineRule="auto"/>
                            </w:pP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您好！我是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lang w:eastAsia="zh-CN"/>
                              </w:rPr>
                              <w:t>爱智康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的班主任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XXX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lang w:eastAsia="zh-CN"/>
                              </w:rPr>
                              <w:t>爱智康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同学于20XX年X月进入我校学习，现为我校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五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年级学生，该生性格开朗、学习态度端正、尊敬师长、团结同学、成绩优异。学习上始终保持着谦虚、勤学好问的良好作风。求知欲强，对新知识新事物有较高的领悟接受能力。在各任课老师中综合评价较高，是个有口皆碑的好孩子。</w:t>
                            </w:r>
                          </w:p>
                          <w:p>
                            <w:pPr>
                              <w:pStyle w:val="4"/>
                              <w:snapToGrid w:val="0"/>
                              <w:spacing w:before="0" w:beforeAutospacing="0" w:after="0" w:afterAutospacing="0" w:line="336" w:lineRule="auto"/>
                            </w:pP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该生组织领导能力强，凝聚力，感召力高，担任班体育委员期间，始终是老师的得力助手，在同学中较有威信。多次参加学校运动会，曾获得200米、400米田径项目年级第一名，为班级增添光彩。作为校篮球队的一员，能早、晚坚持体育锻炼，曾荣获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第六届中小学生三人制篮球赛第一名。</w:t>
                            </w:r>
                          </w:p>
                          <w:p>
                            <w:pPr>
                              <w:pStyle w:val="4"/>
                              <w:snapToGrid w:val="0"/>
                              <w:spacing w:before="0" w:beforeAutospacing="0" w:after="0" w:afterAutospacing="0" w:line="336" w:lineRule="auto"/>
                            </w:pP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该生兴趣爱好广泛，喜爱阅读，知识面较宽;软笔书法级别为中国美术学院社会美术七级;游泳、高尔夫、围棋等项目均有较高水平。</w:t>
                            </w:r>
                          </w:p>
                          <w:p>
                            <w:pPr>
                              <w:pStyle w:val="4"/>
                              <w:snapToGrid w:val="0"/>
                              <w:spacing w:before="0" w:beforeAutospacing="0" w:after="0" w:afterAutospacing="0" w:line="336" w:lineRule="auto"/>
                            </w:pP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lang w:eastAsia="zh-CN"/>
                              </w:rPr>
                              <w:t>爱智康</w:t>
                            </w: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同学具有优秀的综合素质和道德品质，是一名品德、智、体、美术、劳、全面发展的好学生。</w:t>
                            </w:r>
                          </w:p>
                          <w:p>
                            <w:pPr>
                              <w:pStyle w:val="4"/>
                              <w:snapToGrid w:val="0"/>
                              <w:spacing w:before="0" w:beforeAutospacing="0" w:after="0" w:afterAutospacing="0" w:line="336" w:lineRule="auto"/>
                            </w:pP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望贵校能综合考虑我校建议，准许何岱胤同学参加贵校面试，给予他一个发挥才能、证明自己的机会。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-46.1pt;margin-top:64pt;height:511.5pt;width:519.5pt;z-index:251613184;mso-width-relative:page;mso-height-relative:page;" filled="f" stroked="f" coordsize="21600,21600" o:gfxdata="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SjYAl2AAAAAwBAAAPAAAAAAAA&#10;AAEAIAAAACIAAABkcnMvZG93bnJldi54bWxQSwECFAAUAAAACACHTuJAB+Y60KABAAAT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napToGrid w:val="0"/>
                        <w:spacing w:before="0" w:beforeAutospacing="0" w:after="0" w:afterAutospacing="0" w:line="336" w:lineRule="auto"/>
                      </w:pP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尊敬的贵校领导：</w:t>
                      </w:r>
                    </w:p>
                    <w:p>
                      <w:pPr>
                        <w:pStyle w:val="4"/>
                        <w:snapToGrid w:val="0"/>
                        <w:spacing w:before="0" w:beforeAutospacing="0" w:after="0" w:afterAutospacing="0" w:line="336" w:lineRule="auto"/>
                      </w:pP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您好！我是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lang w:eastAsia="zh-CN"/>
                        </w:rPr>
                        <w:t>爱智康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的班主任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XXX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lang w:eastAsia="zh-CN"/>
                        </w:rPr>
                        <w:t>爱智康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同学于20XX年X月进入我校学习，现为我校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五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年级学生，该生性格开朗、学习态度端正、尊敬师长、团结同学、成绩优异。学习上始终保持着谦虚、勤学好问的良好作风。求知欲强，对新知识新事物有较高的领悟接受能力。在各任课老师中综合评价较高，是个有口皆碑的好孩子。</w:t>
                      </w:r>
                    </w:p>
                    <w:p>
                      <w:pPr>
                        <w:pStyle w:val="4"/>
                        <w:snapToGrid w:val="0"/>
                        <w:spacing w:before="0" w:beforeAutospacing="0" w:after="0" w:afterAutospacing="0" w:line="336" w:lineRule="auto"/>
                      </w:pP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该生组织领导能力强，凝聚力，感召力高，担任班体育委员期间，始终是老师的得力助手，在同学中较有威信。多次参加学校运动会，曾获得200米、400米田径项目年级第一名，为班级增添光彩。作为校篮球队的一员，能早、晚坚持体育锻炼，曾荣获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第六届中小学生三人制篮球赛第一名。</w:t>
                      </w:r>
                    </w:p>
                    <w:p>
                      <w:pPr>
                        <w:pStyle w:val="4"/>
                        <w:snapToGrid w:val="0"/>
                        <w:spacing w:before="0" w:beforeAutospacing="0" w:after="0" w:afterAutospacing="0" w:line="336" w:lineRule="auto"/>
                      </w:pP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该生兴趣爱好广泛，喜爱阅读，知识面较宽;软笔书法级别为中国美术学院社会美术七级;游泳、高尔夫、围棋等项目均有较高水平。</w:t>
                      </w:r>
                    </w:p>
                    <w:p>
                      <w:pPr>
                        <w:pStyle w:val="4"/>
                        <w:snapToGrid w:val="0"/>
                        <w:spacing w:before="0" w:beforeAutospacing="0" w:after="0" w:afterAutospacing="0" w:line="336" w:lineRule="auto"/>
                      </w:pP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lang w:eastAsia="zh-CN"/>
                        </w:rPr>
                        <w:t>爱智康</w:t>
                      </w: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同学具有优秀的综合素质和道德品质，是一名品德、智、体、美术、劳、全面发展的好学生。</w:t>
                      </w:r>
                    </w:p>
                    <w:p>
                      <w:pPr>
                        <w:pStyle w:val="4"/>
                        <w:snapToGrid w:val="0"/>
                        <w:spacing w:before="0" w:beforeAutospacing="0" w:after="0" w:afterAutospacing="0" w:line="336" w:lineRule="auto"/>
                      </w:pP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望贵校能综合考虑我校建议，准许何岱胤同学参加贵校面试，给予他一个发挥才能、证明自己的机会。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3384550</wp:posOffset>
                </wp:positionH>
                <wp:positionV relativeFrom="paragraph">
                  <wp:posOffset>7437755</wp:posOffset>
                </wp:positionV>
                <wp:extent cx="2372360" cy="518160"/>
                <wp:effectExtent l="0" t="0" r="0" b="0"/>
                <wp:wrapNone/>
                <wp:docPr id="30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360" cy="518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snapToGrid w:val="0"/>
                              <w:spacing w:before="0" w:beforeAutospacing="0" w:after="0" w:afterAutospacing="0" w:line="336" w:lineRule="auto"/>
                            </w:pPr>
                            <w:r>
                              <w:rPr>
                                <w:rFonts w:hint="eastAsia" w:ascii="微软雅黑" w:hAnsi="微软雅黑" w:eastAsiaTheme="minorEastAsia" w:cstheme="minorBidi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推荐单位：上海阳关小学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266.5pt;margin-top:585.65pt;height:40.8pt;width:186.8pt;z-index:251614208;mso-width-relative:page;mso-height-relative:page;" filled="f" stroked="f" coordsize="21600,21600" o:gfxdata="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+VG3itkAAAANAQAADwAAAAAA&#10;AAABACAAAAAiAAAAZHJzL2Rvd25yZXYueG1sUEsBAhQAFAAAAAgAh07iQFRViIqgAQAAEg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snapToGrid w:val="0"/>
                        <w:spacing w:before="0" w:beforeAutospacing="0" w:after="0" w:afterAutospacing="0" w:line="336" w:lineRule="auto"/>
                      </w:pPr>
                      <w:r>
                        <w:rPr>
                          <w:rFonts w:hint="eastAsia" w:ascii="微软雅黑" w:hAnsi="微软雅黑" w:eastAsiaTheme="minorEastAsia" w:cstheme="minorBidi"/>
                          <w:color w:val="262626" w:themeColor="text1" w:themeTint="D9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推荐单位：上海阳关小学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-11430</wp:posOffset>
                </wp:positionV>
                <wp:extent cx="5112385" cy="3046730"/>
                <wp:effectExtent l="0" t="0" r="0" b="0"/>
                <wp:wrapNone/>
                <wp:docPr id="39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2547" cy="304698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/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0pt;margin-top:-0.9pt;height:239.9pt;width:402.55pt;z-index:251696128;mso-width-relative:page;mso-height-relative:page;" filled="f" stroked="f" coordsize="21600,21600" o:gfxdata="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H8NGjbVAAAABwEAAA8AAAAAAAAA&#10;AQAgAAAAIgAAAGRycy9kb3ducmV2LnhtbFBLAQIUABQAAAAIAIdO4kATMqHuogEAABIDAAAOAAAA&#10;AAAAAAEAIAAAACQ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7142857F-448B-4151-A0CA-25279DEE38F0}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  <w:embedRegular r:id="rId2" w:fontKey="{0A6374C2-F254-4A89-A9BF-6DB50E71333A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3" w:fontKey="{93C016F0-A0F7-4AE1-AA09-8F62690215DA}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Lao UI">
    <w:panose1 w:val="020B0502040204020203"/>
    <w:charset w:val="00"/>
    <w:family w:val="swiss"/>
    <w:pitch w:val="default"/>
    <w:sig w:usb0="02000003" w:usb1="00000000" w:usb2="00000000" w:usb3="00000000" w:csb0="00000001" w:csb1="00000000"/>
  </w:font>
  <w:font w:name="方正卡通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36400928-4D5E-4FFD-92DC-A5D0185D9465}"/>
  </w:font>
  <w:font w:name="方正综艺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少儿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仪仿宋简">
    <w:altName w:val="仿宋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方正大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TrueTypeFonts/>
  <w:embedSystemFonts/>
  <w:saveSubset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BB52E8"/>
    <w:rsid w:val="00031AFD"/>
    <w:rsid w:val="00186DB1"/>
    <w:rsid w:val="003733BA"/>
    <w:rsid w:val="00400D89"/>
    <w:rsid w:val="004D343B"/>
    <w:rsid w:val="00531D88"/>
    <w:rsid w:val="005703D7"/>
    <w:rsid w:val="005D6756"/>
    <w:rsid w:val="006B6441"/>
    <w:rsid w:val="008065E6"/>
    <w:rsid w:val="00823A06"/>
    <w:rsid w:val="00825F08"/>
    <w:rsid w:val="00A10C00"/>
    <w:rsid w:val="00A26F4C"/>
    <w:rsid w:val="00AE2F81"/>
    <w:rsid w:val="00B82FF3"/>
    <w:rsid w:val="00BD2562"/>
    <w:rsid w:val="00DB0E91"/>
    <w:rsid w:val="00DC3378"/>
    <w:rsid w:val="00E01EE7"/>
    <w:rsid w:val="00E2702B"/>
    <w:rsid w:val="00E96400"/>
    <w:rsid w:val="0E6F1FA4"/>
    <w:rsid w:val="0FC4716B"/>
    <w:rsid w:val="24DE65FF"/>
    <w:rsid w:val="2EBB52E8"/>
    <w:rsid w:val="30CD37B0"/>
    <w:rsid w:val="50963572"/>
    <w:rsid w:val="5E911CEF"/>
    <w:rsid w:val="7B15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26368;&#26032;&#23567;&#21319;&#21021;&#24188;&#21319;&#23567;WORD&#33258;&#25490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自定义 2">
      <a:dk1>
        <a:srgbClr val="000000"/>
      </a:dk1>
      <a:lt1>
        <a:srgbClr val="FFFFFF"/>
      </a:lt1>
      <a:dk2>
        <a:srgbClr val="36303B"/>
      </a:dk2>
      <a:lt2>
        <a:srgbClr val="E2DFCC"/>
      </a:lt2>
      <a:accent1>
        <a:srgbClr val="0C0C0C"/>
      </a:accent1>
      <a:accent2>
        <a:srgbClr val="948A54"/>
      </a:accent2>
      <a:accent3>
        <a:srgbClr val="1C7B64"/>
      </a:accent3>
      <a:accent4>
        <a:srgbClr val="A9BD8B"/>
      </a:accent4>
      <a:accent5>
        <a:srgbClr val="596166"/>
      </a:accent5>
      <a:accent6>
        <a:srgbClr val="BFBFBF"/>
      </a:accent6>
      <a:hlink>
        <a:srgbClr val="36303B"/>
      </a:hlink>
      <a:folHlink>
        <a:srgbClr val="948A54"/>
      </a:folHlink>
    </a:clrScheme>
    <a:fontScheme name="自定义 1">
      <a:majorFont>
        <a:latin typeface="Arial"/>
        <a:ea typeface="微软雅黑"/>
        <a:cs typeface=""/>
      </a:majorFont>
      <a:minorFont>
        <a:latin typeface="Arial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最新小升初幼升小WORD自排简历.docx</Template>
  <Pages>11</Pages>
  <Words>95</Words>
  <Characters>117</Characters>
  <Lines>2</Lines>
  <Paragraphs>1</Paragraphs>
  <ScaleCrop>false</ScaleCrop>
  <LinksUpToDate>false</LinksUpToDate>
  <CharactersWithSpaces>117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2017-05-18T05:00:00Z</dcterms:created>
  <dc:creator>Administrator</dc:creator>
  <cp:lastModifiedBy>Josie</cp:lastModifiedBy>
  <dcterms:modified xsi:type="dcterms:W3CDTF">2018-01-25T08:50:34Z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